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15" w:rsidRPr="00434186" w:rsidRDefault="001E5C15" w:rsidP="00972F6B">
      <w:pPr>
        <w:spacing w:after="0" w:line="240" w:lineRule="auto"/>
        <w:textAlignment w:val="baseline"/>
        <w:outlineLvl w:val="0"/>
        <w:rPr>
          <w:rFonts w:ascii="Arial" w:hAnsi="Arial" w:cs="Arial"/>
          <w:b/>
          <w:bCs/>
          <w:kern w:val="36"/>
          <w:sz w:val="40"/>
          <w:szCs w:val="40"/>
          <w:lang w:eastAsia="it-IT"/>
        </w:rPr>
      </w:pPr>
      <w:r w:rsidRPr="00434186">
        <w:rPr>
          <w:rFonts w:ascii="Arial" w:hAnsi="Arial" w:cs="Arial"/>
          <w:b/>
          <w:bCs/>
          <w:kern w:val="36"/>
          <w:sz w:val="40"/>
          <w:szCs w:val="40"/>
          <w:lang w:eastAsia="it-IT"/>
        </w:rPr>
        <w:t>Sicurezza/Boutique con Esperienza Torino</w:t>
      </w:r>
    </w:p>
    <w:p w:rsidR="001E5C15" w:rsidRPr="00972F6B" w:rsidRDefault="001E5C15" w:rsidP="00972F6B">
      <w:pPr>
        <w:spacing w:after="0" w:line="240" w:lineRule="auto"/>
        <w:textAlignment w:val="center"/>
        <w:rPr>
          <w:rFonts w:ascii="Arial" w:hAnsi="Arial" w:cs="Arial"/>
          <w:sz w:val="32"/>
          <w:szCs w:val="32"/>
          <w:lang w:eastAsia="it-IT"/>
        </w:rPr>
      </w:pPr>
      <w:r w:rsidRPr="00972F6B">
        <w:rPr>
          <w:rFonts w:ascii="Arial" w:hAnsi="Arial" w:cs="Arial"/>
          <w:sz w:val="32"/>
          <w:szCs w:val="32"/>
          <w:lang w:eastAsia="it-IT"/>
        </w:rPr>
        <w:t>Inserito oggi, alle 09:15</w:t>
      </w:r>
      <w:r w:rsidRPr="00972F6B">
        <w:rPr>
          <w:rFonts w:ascii="Arial" w:hAnsi="Arial" w:cs="Arial"/>
          <w:sz w:val="32"/>
          <w:szCs w:val="32"/>
          <w:lang w:eastAsia="it-IT"/>
        </w:rPr>
        <w:br/>
      </w:r>
      <w:r>
        <w:rPr>
          <w:rFonts w:ascii="Arial" w:hAnsi="Arial" w:cs="Arial"/>
          <w:b/>
          <w:bCs/>
          <w:sz w:val="32"/>
          <w:szCs w:val="32"/>
          <w:bdr w:val="none" w:sz="0" w:space="0" w:color="auto" w:frame="1"/>
          <w:lang w:eastAsia="it-IT"/>
        </w:rPr>
        <w:t>V</w:t>
      </w:r>
      <w:r w:rsidRPr="000638C5">
        <w:rPr>
          <w:rFonts w:ascii="Arial" w:hAnsi="Arial" w:cs="Arial"/>
          <w:b/>
          <w:bCs/>
          <w:sz w:val="32"/>
          <w:szCs w:val="32"/>
          <w:bdr w:val="none" w:sz="0" w:space="0" w:color="auto" w:frame="1"/>
          <w:lang w:eastAsia="it-IT"/>
        </w:rPr>
        <w:t>ega facilities slr</w:t>
      </w:r>
      <w:r w:rsidRPr="00972F6B">
        <w:rPr>
          <w:rFonts w:ascii="Arial" w:hAnsi="Arial" w:cs="Arial"/>
          <w:sz w:val="32"/>
          <w:szCs w:val="32"/>
          <w:lang w:eastAsia="it-IT"/>
        </w:rPr>
        <w:t> (Azienda)</w:t>
      </w:r>
    </w:p>
    <w:tbl>
      <w:tblPr>
        <w:tblW w:w="3600" w:type="dxa"/>
        <w:tblCellMar>
          <w:left w:w="0" w:type="dxa"/>
          <w:right w:w="0" w:type="dxa"/>
        </w:tblCellMar>
        <w:tblLook w:val="00A0"/>
      </w:tblPr>
      <w:tblGrid>
        <w:gridCol w:w="1642"/>
        <w:gridCol w:w="1958"/>
      </w:tblGrid>
      <w:tr w:rsidR="001E5C15" w:rsidRPr="009707ED"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sz w:val="32"/>
                <w:szCs w:val="32"/>
                <w:lang w:eastAsia="it-IT"/>
              </w:rPr>
              <w:t>Sede di lavoro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  <w:t>Torino (TO)</w:t>
            </w:r>
          </w:p>
        </w:tc>
      </w:tr>
      <w:tr w:rsidR="001E5C15" w:rsidRPr="009707ED"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sz w:val="32"/>
                <w:szCs w:val="32"/>
                <w:lang w:eastAsia="it-IT"/>
              </w:rPr>
              <w:t>Settore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  <w:t>Sicurezza - Vigilanza, Altro - Lavoro domestico</w:t>
            </w:r>
          </w:p>
        </w:tc>
      </w:tr>
      <w:tr w:rsidR="001E5C15" w:rsidRPr="009707ED"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sz w:val="32"/>
                <w:szCs w:val="32"/>
                <w:lang w:eastAsia="it-IT"/>
              </w:rPr>
              <w:t>Orario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  <w:t>Full time</w:t>
            </w:r>
          </w:p>
        </w:tc>
      </w:tr>
      <w:tr w:rsidR="001E5C15" w:rsidRPr="009707ED"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sz w:val="32"/>
                <w:szCs w:val="32"/>
                <w:lang w:eastAsia="it-IT"/>
              </w:rPr>
              <w:t>Contratto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  <w:t>Tempo determinato</w:t>
            </w:r>
          </w:p>
        </w:tc>
      </w:tr>
      <w:tr w:rsidR="001E5C15" w:rsidRPr="009707ED"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sz w:val="32"/>
                <w:szCs w:val="32"/>
                <w:lang w:eastAsia="it-IT"/>
              </w:rPr>
              <w:t>Titolo di Studio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1E5C15" w:rsidRPr="00972F6B" w:rsidRDefault="001E5C15" w:rsidP="00972F6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</w:pPr>
            <w:r w:rsidRPr="00972F6B">
              <w:rPr>
                <w:rFonts w:ascii="Arial" w:hAnsi="Arial" w:cs="Arial"/>
                <w:b/>
                <w:bCs/>
                <w:sz w:val="32"/>
                <w:szCs w:val="32"/>
                <w:lang w:eastAsia="it-IT"/>
              </w:rPr>
              <w:t>Scuola dell'obbligo</w:t>
            </w:r>
          </w:p>
        </w:tc>
      </w:tr>
    </w:tbl>
    <w:p w:rsidR="001E5C15" w:rsidRDefault="001E5C15" w:rsidP="00434186">
      <w:pPr>
        <w:spacing w:after="0" w:line="240" w:lineRule="auto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br/>
      </w:r>
      <w:r w:rsidRPr="00972F6B">
        <w:rPr>
          <w:rFonts w:ascii="Arial" w:hAnsi="Arial" w:cs="Arial"/>
          <w:sz w:val="32"/>
          <w:szCs w:val="32"/>
          <w:lang w:eastAsia="it-IT"/>
        </w:rPr>
        <w:t>VEGA FACILITIES SRL Ricerca personale: </w:t>
      </w:r>
      <w:r w:rsidRPr="00972F6B">
        <w:rPr>
          <w:rFonts w:ascii="Arial" w:hAnsi="Arial" w:cs="Arial"/>
          <w:sz w:val="32"/>
          <w:szCs w:val="32"/>
          <w:lang w:eastAsia="it-IT"/>
        </w:rPr>
        <w:br/>
        <w:t>Per attività di Door Man presso prestigiosa Boutique, attivi</w:t>
      </w:r>
      <w:r>
        <w:rPr>
          <w:rFonts w:ascii="Arial" w:hAnsi="Arial" w:cs="Arial"/>
          <w:sz w:val="32"/>
          <w:szCs w:val="32"/>
          <w:lang w:eastAsia="it-IT"/>
        </w:rPr>
        <w:t>tà di accoglienza e controllo </w:t>
      </w:r>
      <w:r>
        <w:rPr>
          <w:rFonts w:ascii="Arial" w:hAnsi="Arial" w:cs="Arial"/>
          <w:sz w:val="32"/>
          <w:szCs w:val="32"/>
          <w:lang w:eastAsia="it-IT"/>
        </w:rPr>
        <w:br/>
        <w:t>l</w:t>
      </w:r>
      <w:r w:rsidRPr="00972F6B">
        <w:rPr>
          <w:rFonts w:ascii="Arial" w:hAnsi="Arial" w:cs="Arial"/>
          <w:sz w:val="32"/>
          <w:szCs w:val="32"/>
          <w:lang w:eastAsia="it-IT"/>
        </w:rPr>
        <w:t>l candidato ideale dovrà avere i seguenti requisiti: </w:t>
      </w:r>
      <w:r w:rsidRPr="00972F6B">
        <w:rPr>
          <w:rFonts w:ascii="Arial" w:hAnsi="Arial" w:cs="Arial"/>
          <w:sz w:val="32"/>
          <w:szCs w:val="32"/>
          <w:lang w:eastAsia="it-IT"/>
        </w:rPr>
        <w:br/>
      </w:r>
    </w:p>
    <w:p w:rsidR="001E5C15" w:rsidRDefault="001E5C15" w:rsidP="000638C5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t>Domiciliato a Torino;</w:t>
      </w:r>
    </w:p>
    <w:p w:rsidR="001E5C15" w:rsidRDefault="001E5C15" w:rsidP="000638C5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t>In possesso di abito elegante nero (classico della sicurezza);</w:t>
      </w:r>
    </w:p>
    <w:p w:rsidR="001E5C15" w:rsidRDefault="001E5C15" w:rsidP="000638C5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t>Altezza minima 1.75;</w:t>
      </w:r>
    </w:p>
    <w:p w:rsidR="001E5C15" w:rsidRDefault="001E5C15" w:rsidP="000638C5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t>Bella presenza, aspetto curato;</w:t>
      </w:r>
    </w:p>
    <w:p w:rsidR="001E5C15" w:rsidRDefault="001E5C15" w:rsidP="000638C5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t>Inglese base</w:t>
      </w:r>
      <w:r w:rsidRPr="000638C5">
        <w:rPr>
          <w:rFonts w:ascii="Arial" w:hAnsi="Arial" w:cs="Arial"/>
          <w:sz w:val="32"/>
          <w:szCs w:val="32"/>
          <w:lang w:eastAsia="it-IT"/>
        </w:rPr>
        <w:br/>
      </w:r>
    </w:p>
    <w:p w:rsidR="001E5C15" w:rsidRDefault="001E5C15" w:rsidP="000638C5">
      <w:pPr>
        <w:spacing w:after="0" w:line="240" w:lineRule="auto"/>
        <w:ind w:left="360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t>Contratto CCNL servizi fiduciari.</w:t>
      </w:r>
    </w:p>
    <w:p w:rsidR="001E5C15" w:rsidRDefault="001E5C15" w:rsidP="000638C5">
      <w:pPr>
        <w:spacing w:after="0" w:line="240" w:lineRule="auto"/>
        <w:ind w:left="360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t xml:space="preserve">Lavoro part-time a tempo determinato con possibilità di proroga a tempo indeterminato. </w:t>
      </w:r>
    </w:p>
    <w:p w:rsidR="001E5C15" w:rsidRDefault="001E5C15" w:rsidP="000638C5">
      <w:pPr>
        <w:spacing w:after="0" w:line="240" w:lineRule="auto"/>
        <w:ind w:left="360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t xml:space="preserve">Per candidature inviare foto a figura intera al seguente font: </w:t>
      </w:r>
    </w:p>
    <w:p w:rsidR="001E5C15" w:rsidRPr="00972F6B" w:rsidRDefault="001E5C15" w:rsidP="00434186">
      <w:pPr>
        <w:spacing w:after="0" w:line="240" w:lineRule="auto"/>
        <w:ind w:left="360"/>
        <w:textAlignment w:val="baseline"/>
        <w:rPr>
          <w:rFonts w:ascii="Arial" w:hAnsi="Arial" w:cs="Arial"/>
          <w:sz w:val="32"/>
          <w:szCs w:val="32"/>
          <w:lang w:eastAsia="it-IT"/>
        </w:rPr>
      </w:pPr>
      <w:r w:rsidRPr="000638C5">
        <w:rPr>
          <w:rFonts w:ascii="Arial" w:hAnsi="Arial" w:cs="Arial"/>
          <w:sz w:val="32"/>
          <w:szCs w:val="32"/>
          <w:lang w:eastAsia="it-IT"/>
        </w:rPr>
        <w:t>https://www.subito.it/offerte-lavoro/sicurezza-boutique-con-esperienza-torino-torino-284075808.htm</w:t>
      </w:r>
      <w:r w:rsidRPr="000638C5">
        <w:rPr>
          <w:rFonts w:ascii="Arial" w:hAnsi="Arial" w:cs="Arial"/>
          <w:sz w:val="32"/>
          <w:szCs w:val="32"/>
          <w:lang w:eastAsia="it-IT"/>
        </w:rPr>
        <w:br/>
      </w:r>
      <w:r w:rsidRPr="00972F6B">
        <w:rPr>
          <w:rFonts w:ascii="Arial" w:hAnsi="Arial" w:cs="Arial"/>
          <w:sz w:val="32"/>
          <w:szCs w:val="32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1E5C15" w:rsidRPr="00434186" w:rsidRDefault="001E5C15" w:rsidP="000638C5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  <w:r w:rsidRPr="00434186">
        <w:rPr>
          <w:rFonts w:ascii="Arial" w:hAnsi="Arial" w:cs="Arial"/>
          <w:sz w:val="36"/>
          <w:szCs w:val="36"/>
        </w:rPr>
        <w:t>Export manager</w:t>
      </w:r>
    </w:p>
    <w:p w:rsidR="001E5C15" w:rsidRDefault="001E5C15" w:rsidP="00434186">
      <w:pPr>
        <w:spacing w:after="0" w:line="240" w:lineRule="auto"/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</w:pPr>
      <w:r w:rsidRPr="000638C5"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Per attività nel settore della produzione e distribuzione all'estero di beni tipici del Made in Italy, si ricerca personale a cui affidare mansioni di export manager. </w:t>
      </w:r>
      <w:r w:rsidRPr="000638C5">
        <w:rPr>
          <w:rFonts w:ascii="Arial" w:hAnsi="Arial"/>
          <w:color w:val="5A5A5A"/>
          <w:sz w:val="36"/>
          <w:szCs w:val="20"/>
          <w:lang w:eastAsia="it-IT"/>
        </w:rPr>
        <w:br/>
      </w:r>
      <w:r w:rsidRPr="000638C5"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Si richiede: </w:t>
      </w:r>
      <w:r w:rsidRPr="000638C5">
        <w:rPr>
          <w:rFonts w:ascii="Arial" w:hAnsi="Arial"/>
          <w:color w:val="5A5A5A"/>
          <w:sz w:val="36"/>
          <w:szCs w:val="20"/>
          <w:lang w:eastAsia="it-IT"/>
        </w:rPr>
        <w:br/>
      </w:r>
      <w:r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- L</w:t>
      </w:r>
      <w:r w:rsidRPr="000638C5"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aurea a indirizzo economico e/o linguistico; </w:t>
      </w:r>
      <w:r w:rsidRPr="000638C5">
        <w:rPr>
          <w:rFonts w:ascii="Arial" w:hAnsi="Arial"/>
          <w:color w:val="5A5A5A"/>
          <w:sz w:val="36"/>
          <w:szCs w:val="20"/>
          <w:lang w:eastAsia="it-IT"/>
        </w:rPr>
        <w:br/>
      </w:r>
      <w:r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- O</w:t>
      </w:r>
      <w:r w:rsidRPr="000638C5"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ttima conoscenza scritta e parlata di più lingue straniere (oltre alla lingua inglese, preferite arabo e cinese); </w:t>
      </w:r>
      <w:r w:rsidRPr="000638C5">
        <w:rPr>
          <w:rFonts w:ascii="Arial" w:hAnsi="Arial"/>
          <w:color w:val="5A5A5A"/>
          <w:sz w:val="36"/>
          <w:szCs w:val="20"/>
          <w:lang w:eastAsia="it-IT"/>
        </w:rPr>
        <w:br/>
      </w:r>
      <w:r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- E</w:t>
      </w:r>
      <w:r w:rsidRPr="000638C5"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sperienza nel sviluppare e gestire la clientela estera; </w:t>
      </w:r>
      <w:r w:rsidRPr="000638C5">
        <w:rPr>
          <w:rFonts w:ascii="Arial" w:hAnsi="Arial"/>
          <w:color w:val="5A5A5A"/>
          <w:sz w:val="36"/>
          <w:szCs w:val="20"/>
          <w:lang w:eastAsia="it-IT"/>
        </w:rPr>
        <w:br/>
      </w:r>
      <w:r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- E</w:t>
      </w:r>
      <w:r w:rsidRPr="000638C5"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sperienza gestione ordini e fatturazione; </w:t>
      </w:r>
      <w:r w:rsidRPr="000638C5">
        <w:rPr>
          <w:rFonts w:ascii="Arial" w:hAnsi="Arial"/>
          <w:color w:val="5A5A5A"/>
          <w:sz w:val="36"/>
          <w:szCs w:val="20"/>
          <w:lang w:eastAsia="it-IT"/>
        </w:rPr>
        <w:br/>
      </w:r>
      <w:r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- E</w:t>
      </w:r>
      <w:r w:rsidRPr="000638C5"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sperienza nella tecnica e diritto doganale; </w:t>
      </w:r>
      <w:r w:rsidRPr="000638C5">
        <w:rPr>
          <w:rFonts w:ascii="Arial" w:hAnsi="Arial"/>
          <w:color w:val="5A5A5A"/>
          <w:sz w:val="36"/>
          <w:szCs w:val="20"/>
          <w:lang w:eastAsia="it-IT"/>
        </w:rPr>
        <w:br/>
      </w:r>
      <w:r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- D</w:t>
      </w:r>
      <w:r w:rsidRPr="000638C5"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isponibilità a lavorare con partita iva; </w:t>
      </w:r>
      <w:r w:rsidRPr="000638C5">
        <w:rPr>
          <w:rFonts w:ascii="Arial" w:hAnsi="Arial"/>
          <w:color w:val="5A5A5A"/>
          <w:sz w:val="36"/>
          <w:szCs w:val="20"/>
          <w:lang w:eastAsia="it-IT"/>
        </w:rPr>
        <w:br/>
      </w:r>
      <w:r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- B</w:t>
      </w:r>
      <w:r w:rsidRPr="000638C5"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uone capacità relazionali, disponibilità a imparare e frequentare corsi di formazione.</w:t>
      </w:r>
    </w:p>
    <w:p w:rsidR="001E5C15" w:rsidRDefault="001E5C15" w:rsidP="000638C5">
      <w:pPr>
        <w:spacing w:after="0" w:line="240" w:lineRule="auto"/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</w:pPr>
      <w:r>
        <w:rPr>
          <w:rFonts w:ascii="Arial" w:hAnsi="Arial"/>
          <w:color w:val="5A5A5A"/>
          <w:sz w:val="36"/>
          <w:szCs w:val="20"/>
          <w:shd w:val="clear" w:color="auto" w:fill="FFFFFF"/>
          <w:lang w:eastAsia="it-IT"/>
        </w:rPr>
        <w:t>Per candidature:</w:t>
      </w:r>
    </w:p>
    <w:p w:rsidR="001E5C15" w:rsidRPr="007F6535" w:rsidRDefault="001E5C15" w:rsidP="000638C5">
      <w:pPr>
        <w:spacing w:after="0" w:line="240" w:lineRule="auto"/>
        <w:rPr>
          <w:rFonts w:ascii="Arial" w:hAnsi="Arial"/>
          <w:sz w:val="36"/>
          <w:szCs w:val="36"/>
          <w:lang w:eastAsia="it-IT"/>
        </w:rPr>
      </w:pPr>
      <w:hyperlink r:id="rId7" w:history="1">
        <w:r w:rsidRPr="007F6535">
          <w:rPr>
            <w:rStyle w:val="Hyperlink"/>
            <w:rFonts w:ascii="Arial" w:hAnsi="Arial"/>
            <w:color w:val="auto"/>
            <w:sz w:val="36"/>
            <w:szCs w:val="36"/>
            <w:lang w:eastAsia="it-IT"/>
          </w:rPr>
          <w:t>https://www.subito.it/offerte-lavoro/export-manager-torino-284074872.htm</w:t>
        </w:r>
      </w:hyperlink>
    </w:p>
    <w:p w:rsidR="001E5C15" w:rsidRPr="000638C5" w:rsidRDefault="001E5C15" w:rsidP="000638C5">
      <w:pPr>
        <w:spacing w:after="0" w:line="240" w:lineRule="auto"/>
        <w:rPr>
          <w:rFonts w:ascii="Arial" w:hAnsi="Arial"/>
          <w:sz w:val="36"/>
          <w:szCs w:val="24"/>
          <w:lang w:eastAsia="it-IT"/>
        </w:rPr>
      </w:pPr>
    </w:p>
    <w:p w:rsidR="001E5C15" w:rsidRPr="000638C5" w:rsidRDefault="001E5C15" w:rsidP="000638C5">
      <w:pPr>
        <w:shd w:val="clear" w:color="auto" w:fill="FFFFFF"/>
        <w:spacing w:after="0" w:line="240" w:lineRule="auto"/>
        <w:textAlignment w:val="baseline"/>
        <w:rPr>
          <w:rFonts w:ascii="Arial" w:hAnsi="Arial"/>
          <w:color w:val="969696"/>
          <w:sz w:val="36"/>
          <w:szCs w:val="18"/>
          <w:lang w:eastAsia="it-IT"/>
        </w:rPr>
      </w:pPr>
      <w:r w:rsidRPr="000638C5">
        <w:rPr>
          <w:rFonts w:ascii="Arial" w:hAnsi="Arial"/>
          <w:color w:val="969696"/>
          <w:sz w:val="36"/>
          <w:szCs w:val="18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1E5C15" w:rsidRDefault="001E5C15">
      <w:pPr>
        <w:pBdr>
          <w:bottom w:val="single" w:sz="12" w:space="1" w:color="auto"/>
        </w:pBdr>
        <w:rPr>
          <w:rFonts w:ascii="Arial" w:hAnsi="Arial" w:cs="Arial"/>
          <w:b/>
          <w:sz w:val="36"/>
          <w:szCs w:val="36"/>
        </w:rPr>
      </w:pPr>
    </w:p>
    <w:p w:rsidR="001E5C15" w:rsidRPr="00434186" w:rsidRDefault="001E5C15" w:rsidP="003806C4">
      <w:pPr>
        <w:rPr>
          <w:rFonts w:ascii="Arial" w:hAnsi="Arial" w:cs="Arial"/>
          <w:b/>
          <w:sz w:val="36"/>
          <w:szCs w:val="36"/>
        </w:rPr>
      </w:pPr>
      <w:r w:rsidRPr="00434186">
        <w:rPr>
          <w:rFonts w:ascii="Arial" w:hAnsi="Arial" w:cs="Arial"/>
          <w:b/>
          <w:sz w:val="36"/>
          <w:szCs w:val="36"/>
        </w:rPr>
        <w:t>OPERAIO CALDAISTA/TERMOIDRAULICO</w:t>
      </w:r>
    </w:p>
    <w:p w:rsidR="001E5C15" w:rsidRDefault="001E5C15" w:rsidP="003806C4">
      <w:pPr>
        <w:spacing w:after="0" w:line="240" w:lineRule="auto"/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  <w:t>Cercasi apprendista/operaio termoidraulico e caldaista con esperienza, si richiede massima serietà e possesso della patente B.</w:t>
      </w:r>
    </w:p>
    <w:p w:rsidR="001E5C15" w:rsidRDefault="001E5C15" w:rsidP="003806C4">
      <w:pPr>
        <w:spacing w:after="0" w:line="240" w:lineRule="auto"/>
        <w:rPr>
          <w:rFonts w:ascii="Helvetica" w:hAnsi="Helvetica"/>
          <w:color w:val="5A5A5A"/>
          <w:sz w:val="45"/>
          <w:szCs w:val="45"/>
          <w:shd w:val="clear" w:color="auto" w:fill="FFFFFF"/>
        </w:rPr>
      </w:pPr>
      <w:r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  <w:t xml:space="preserve">Per candidature contattare: </w:t>
      </w:r>
      <w:r>
        <w:rPr>
          <w:rFonts w:ascii="Arial" w:hAnsi="Arial" w:cs="Arial"/>
          <w:color w:val="5A5A5A"/>
          <w:sz w:val="36"/>
          <w:szCs w:val="36"/>
          <w:shd w:val="clear" w:color="auto" w:fill="FFFFFF"/>
        </w:rPr>
        <w:t>3294281989</w:t>
      </w:r>
    </w:p>
    <w:p w:rsidR="001E5C15" w:rsidRDefault="001E5C15" w:rsidP="003806C4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969696"/>
          <w:sz w:val="32"/>
          <w:szCs w:val="32"/>
          <w:lang w:eastAsia="it-IT"/>
        </w:rPr>
      </w:pPr>
    </w:p>
    <w:p w:rsidR="001E5C15" w:rsidRDefault="001E5C15" w:rsidP="003806C4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969696"/>
          <w:sz w:val="32"/>
          <w:szCs w:val="32"/>
          <w:lang w:eastAsia="it-IT"/>
        </w:rPr>
      </w:pPr>
      <w:r>
        <w:rPr>
          <w:rFonts w:ascii="Arial" w:hAnsi="Arial" w:cs="Arial"/>
          <w:color w:val="969696"/>
          <w:sz w:val="32"/>
          <w:szCs w:val="32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1E5C15" w:rsidRDefault="001E5C15" w:rsidP="003806C4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969696"/>
          <w:sz w:val="32"/>
          <w:szCs w:val="32"/>
          <w:lang w:eastAsia="it-IT"/>
        </w:rPr>
      </w:pPr>
    </w:p>
    <w:p w:rsidR="001E5C15" w:rsidRDefault="001E5C15" w:rsidP="003806C4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969696"/>
          <w:sz w:val="32"/>
          <w:szCs w:val="32"/>
          <w:lang w:eastAsia="it-IT"/>
        </w:rPr>
      </w:pPr>
    </w:p>
    <w:p w:rsidR="001E5C15" w:rsidRDefault="001E5C15" w:rsidP="003806C4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969696"/>
          <w:sz w:val="32"/>
          <w:szCs w:val="32"/>
          <w:lang w:eastAsia="it-IT"/>
        </w:rPr>
      </w:pPr>
    </w:p>
    <w:p w:rsidR="001E5C15" w:rsidRDefault="001E5C15" w:rsidP="003806C4">
      <w:pPr>
        <w:shd w:val="clear" w:color="auto" w:fill="FFFFFF"/>
        <w:spacing w:after="0" w:line="240" w:lineRule="auto"/>
        <w:textAlignment w:val="baseline"/>
        <w:outlineLvl w:val="0"/>
        <w:rPr>
          <w:rFonts w:ascii="Arial" w:hAnsi="Arial" w:cs="Arial"/>
          <w:b/>
          <w:bCs/>
          <w:kern w:val="36"/>
          <w:sz w:val="40"/>
          <w:szCs w:val="40"/>
          <w:lang w:eastAsia="it-IT"/>
        </w:rPr>
      </w:pPr>
      <w:bookmarkStart w:id="0" w:name="_GoBack"/>
      <w:r>
        <w:rPr>
          <w:rFonts w:ascii="Arial" w:hAnsi="Arial" w:cs="Arial"/>
          <w:b/>
          <w:bCs/>
          <w:kern w:val="36"/>
          <w:sz w:val="40"/>
          <w:szCs w:val="40"/>
          <w:lang w:eastAsia="it-IT"/>
        </w:rPr>
        <w:t>Parrucchiere\a</w:t>
      </w:r>
      <w:bookmarkEnd w:id="0"/>
    </w:p>
    <w:p w:rsidR="001E5C15" w:rsidRDefault="001E5C15" w:rsidP="003806C4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969696"/>
          <w:sz w:val="32"/>
          <w:szCs w:val="32"/>
          <w:lang w:eastAsia="it-IT"/>
        </w:rPr>
      </w:pPr>
    </w:p>
    <w:p w:rsidR="001E5C15" w:rsidRDefault="001E5C15" w:rsidP="003806C4">
      <w:pPr>
        <w:spacing w:after="0" w:line="240" w:lineRule="auto"/>
        <w:rPr>
          <w:rFonts w:ascii="Arial" w:hAnsi="Arial" w:cs="Arial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sz w:val="32"/>
          <w:szCs w:val="32"/>
          <w:shd w:val="clear" w:color="auto" w:fill="FFFFFF"/>
          <w:lang w:eastAsia="it-IT"/>
        </w:rPr>
        <w:t>Ricerchiamo personale da impiegare presso la nostra sede di via Principe Amedeo 30/c Torino. </w:t>
      </w:r>
    </w:p>
    <w:p w:rsidR="001E5C15" w:rsidRDefault="001E5C15" w:rsidP="003806C4">
      <w:pPr>
        <w:spacing w:after="0" w:line="240" w:lineRule="auto"/>
        <w:rPr>
          <w:rFonts w:ascii="Arial" w:hAnsi="Arial" w:cs="Arial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sz w:val="32"/>
          <w:szCs w:val="32"/>
          <w:shd w:val="clear" w:color="auto" w:fill="FFFFFF"/>
          <w:lang w:eastAsia="it-IT"/>
        </w:rPr>
        <w:t>Sono richiesti:</w:t>
      </w:r>
    </w:p>
    <w:p w:rsidR="001E5C15" w:rsidRDefault="001E5C15" w:rsidP="003806C4">
      <w:pPr>
        <w:spacing w:after="0" w:line="240" w:lineRule="auto"/>
        <w:rPr>
          <w:rFonts w:ascii="Arial" w:hAnsi="Arial" w:cs="Arial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sz w:val="32"/>
          <w:szCs w:val="32"/>
          <w:shd w:val="clear" w:color="auto" w:fill="FFFFFF"/>
          <w:lang w:eastAsia="it-IT"/>
        </w:rPr>
        <w:t>- Presenza ,competenza, educazione,senso del dovere,del servizio e del lavoro;</w:t>
      </w:r>
    </w:p>
    <w:p w:rsidR="001E5C15" w:rsidRDefault="001E5C15" w:rsidP="003806C4">
      <w:pPr>
        <w:spacing w:after="0" w:line="240" w:lineRule="auto"/>
        <w:rPr>
          <w:rFonts w:ascii="Arial" w:hAnsi="Arial" w:cs="Arial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sz w:val="32"/>
          <w:szCs w:val="32"/>
          <w:shd w:val="clear" w:color="auto" w:fill="FFFFFF"/>
          <w:lang w:eastAsia="it-IT"/>
        </w:rPr>
        <w:t>- Italiano parlato correttamente .</w:t>
      </w:r>
    </w:p>
    <w:p w:rsidR="001E5C15" w:rsidRDefault="001E5C15" w:rsidP="003806C4">
      <w:pPr>
        <w:spacing w:after="0" w:line="240" w:lineRule="auto"/>
        <w:rPr>
          <w:rFonts w:ascii="Arial" w:hAnsi="Arial" w:cs="Arial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sz w:val="32"/>
          <w:szCs w:val="32"/>
          <w:shd w:val="clear" w:color="auto" w:fill="FFFFFF"/>
          <w:lang w:eastAsia="it-IT"/>
        </w:rPr>
        <w:t>Non sono ben accetti arroganza,presunzione e lassismo.</w:t>
      </w:r>
    </w:p>
    <w:p w:rsidR="001E5C15" w:rsidRDefault="001E5C15" w:rsidP="003806C4">
      <w:pPr>
        <w:spacing w:after="0" w:line="240" w:lineRule="auto"/>
        <w:rPr>
          <w:rFonts w:ascii="Arial" w:hAnsi="Arial" w:cs="Arial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sz w:val="32"/>
          <w:szCs w:val="32"/>
          <w:shd w:val="clear" w:color="auto" w:fill="FFFFFF"/>
          <w:lang w:eastAsia="it-IT"/>
        </w:rPr>
        <w:t>Per candidature presentare il CV a mano in Salone.</w:t>
      </w:r>
    </w:p>
    <w:p w:rsidR="001E5C15" w:rsidRDefault="001E5C15" w:rsidP="003806C4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sz w:val="32"/>
          <w:szCs w:val="32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1E5C15" w:rsidRDefault="001E5C15" w:rsidP="003806C4">
      <w:pPr>
        <w:pBdr>
          <w:bottom w:val="single" w:sz="12" w:space="1" w:color="auto"/>
        </w:pBdr>
        <w:rPr>
          <w:rFonts w:ascii="Arial" w:hAnsi="Arial" w:cs="Arial"/>
          <w:b/>
          <w:sz w:val="32"/>
          <w:szCs w:val="32"/>
        </w:rPr>
      </w:pPr>
    </w:p>
    <w:p w:rsidR="001E5C15" w:rsidRPr="003806C4" w:rsidRDefault="001E5C15" w:rsidP="003806C4">
      <w:pPr>
        <w:rPr>
          <w:rFonts w:ascii="Arial" w:hAnsi="Arial" w:cs="Arial"/>
          <w:b/>
          <w:sz w:val="40"/>
          <w:szCs w:val="40"/>
        </w:rPr>
      </w:pPr>
      <w:r w:rsidRPr="003806C4">
        <w:rPr>
          <w:rFonts w:ascii="Arial" w:hAnsi="Arial" w:cs="Arial"/>
          <w:b/>
          <w:sz w:val="40"/>
          <w:szCs w:val="40"/>
        </w:rPr>
        <w:t>CAMERIERA PER PIZZERIA</w:t>
      </w:r>
    </w:p>
    <w:p w:rsidR="001E5C15" w:rsidRDefault="001E5C15" w:rsidP="003806C4">
      <w:pPr>
        <w:spacing w:after="0" w:line="240" w:lineRule="auto"/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  <w:t>Cameriera con provata esperienza minima 1 anno, NO BARISTA per pizzeria sita in Torino, disponibilità immediata orario 11.30/14.00 18.45/23 6 giorni la settimana, no sabato e domenica a pranzo,</w:t>
      </w:r>
    </w:p>
    <w:p w:rsidR="001E5C15" w:rsidRDefault="001E5C15" w:rsidP="003806C4">
      <w:pPr>
        <w:spacing w:after="0" w:line="240" w:lineRule="auto"/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  <w:t>Richiesti:</w:t>
      </w:r>
    </w:p>
    <w:p w:rsidR="001E5C15" w:rsidRDefault="001E5C15" w:rsidP="003806C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  <w:t>Ottimo italiano parlato e scritto;</w:t>
      </w:r>
    </w:p>
    <w:p w:rsidR="001E5C15" w:rsidRDefault="001E5C15" w:rsidP="003806C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  <w:t xml:space="preserve">Bella presenza, </w:t>
      </w:r>
    </w:p>
    <w:p w:rsidR="001E5C15" w:rsidRDefault="001E5C15" w:rsidP="003806C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  <w:t>Una persona solare, seriamente bisognosa di lavorare. </w:t>
      </w:r>
    </w:p>
    <w:p w:rsidR="001E5C15" w:rsidRDefault="001E5C15" w:rsidP="003806C4">
      <w:pPr>
        <w:spacing w:after="0" w:line="240" w:lineRule="auto"/>
        <w:rPr>
          <w:rFonts w:ascii="Arial" w:hAnsi="Arial" w:cs="Arial"/>
          <w:sz w:val="32"/>
          <w:szCs w:val="32"/>
          <w:lang w:eastAsia="it-IT"/>
        </w:rPr>
      </w:pPr>
      <w:r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  <w:t>Non verranno presi in considerazione i cv privi dei suddetti requisiti</w:t>
      </w:r>
    </w:p>
    <w:p w:rsidR="001E5C15" w:rsidRDefault="001E5C15" w:rsidP="003806C4">
      <w:pPr>
        <w:spacing w:after="0" w:line="240" w:lineRule="auto"/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color w:val="5A5A5A"/>
          <w:sz w:val="32"/>
          <w:szCs w:val="32"/>
          <w:shd w:val="clear" w:color="auto" w:fill="FFFFFF"/>
          <w:lang w:eastAsia="it-IT"/>
        </w:rPr>
        <w:t>Inviare cv con foto al seguente link:</w:t>
      </w:r>
    </w:p>
    <w:p w:rsidR="001E5C15" w:rsidRDefault="001E5C15" w:rsidP="00434186">
      <w:pPr>
        <w:spacing w:after="0" w:line="240" w:lineRule="auto"/>
        <w:rPr>
          <w:rFonts w:ascii="Arial" w:hAnsi="Arial" w:cs="Arial"/>
          <w:color w:val="969696"/>
          <w:sz w:val="32"/>
          <w:szCs w:val="32"/>
          <w:lang w:eastAsia="it-IT"/>
        </w:rPr>
      </w:pPr>
      <w:r>
        <w:rPr>
          <w:rFonts w:ascii="Arial" w:hAnsi="Arial" w:cs="Arial"/>
          <w:color w:val="5A5A5A"/>
          <w:sz w:val="32"/>
          <w:szCs w:val="32"/>
          <w:lang w:eastAsia="it-IT"/>
        </w:rPr>
        <w:t>https://www.subito.it/offerte-lavoro/cameriera-pizzeria-torino-284041752.htm</w:t>
      </w:r>
      <w:r>
        <w:rPr>
          <w:rFonts w:ascii="Arial" w:hAnsi="Arial" w:cs="Arial"/>
          <w:color w:val="5A5A5A"/>
          <w:sz w:val="32"/>
          <w:szCs w:val="32"/>
          <w:lang w:eastAsia="it-IT"/>
        </w:rPr>
        <w:br/>
      </w:r>
      <w:r>
        <w:rPr>
          <w:rFonts w:ascii="Arial" w:hAnsi="Arial" w:cs="Arial"/>
          <w:color w:val="969696"/>
          <w:sz w:val="32"/>
          <w:szCs w:val="32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1E5C15" w:rsidRDefault="001E5C15" w:rsidP="003806C4">
      <w:pPr>
        <w:rPr>
          <w:rFonts w:ascii="Arial" w:hAnsi="Arial" w:cs="Arial"/>
          <w:b/>
          <w:sz w:val="32"/>
          <w:szCs w:val="32"/>
        </w:rPr>
      </w:pPr>
    </w:p>
    <w:p w:rsidR="001E5C15" w:rsidRDefault="001E5C15" w:rsidP="003806C4">
      <w:pPr>
        <w:rPr>
          <w:rFonts w:ascii="Arial" w:hAnsi="Arial" w:cs="Arial"/>
          <w:b/>
          <w:sz w:val="32"/>
          <w:szCs w:val="32"/>
        </w:rPr>
      </w:pPr>
    </w:p>
    <w:p w:rsidR="001E5C15" w:rsidRDefault="001E5C15" w:rsidP="003806C4">
      <w:pPr>
        <w:rPr>
          <w:rFonts w:ascii="Arial" w:hAnsi="Arial" w:cs="Arial"/>
          <w:b/>
          <w:sz w:val="32"/>
          <w:szCs w:val="32"/>
        </w:rPr>
      </w:pPr>
    </w:p>
    <w:p w:rsidR="001E5C15" w:rsidRDefault="001E5C15" w:rsidP="003806C4">
      <w:pPr>
        <w:rPr>
          <w:rFonts w:ascii="Arial" w:hAnsi="Arial" w:cs="Arial"/>
          <w:b/>
          <w:sz w:val="32"/>
          <w:szCs w:val="32"/>
        </w:rPr>
      </w:pPr>
    </w:p>
    <w:p w:rsidR="001E5C15" w:rsidRDefault="001E5C15" w:rsidP="003806C4">
      <w:pPr>
        <w:rPr>
          <w:rFonts w:ascii="Arial" w:hAnsi="Arial" w:cs="Arial"/>
          <w:b/>
          <w:sz w:val="32"/>
          <w:szCs w:val="32"/>
        </w:rPr>
      </w:pPr>
    </w:p>
    <w:p w:rsidR="001E5C15" w:rsidRPr="003806C4" w:rsidRDefault="001E5C15" w:rsidP="003806C4">
      <w:pPr>
        <w:rPr>
          <w:rFonts w:ascii="Arial" w:hAnsi="Arial" w:cs="Arial"/>
          <w:b/>
          <w:sz w:val="40"/>
          <w:szCs w:val="40"/>
        </w:rPr>
      </w:pPr>
      <w:r w:rsidRPr="003806C4">
        <w:rPr>
          <w:rFonts w:ascii="Arial" w:hAnsi="Arial" w:cs="Arial"/>
          <w:b/>
          <w:sz w:val="40"/>
          <w:szCs w:val="40"/>
        </w:rPr>
        <w:t>Estetista esperta</w:t>
      </w:r>
    </w:p>
    <w:p w:rsidR="001E5C15" w:rsidRDefault="001E5C15" w:rsidP="003806C4">
      <w:pPr>
        <w:spacing w:after="0" w:line="240" w:lineRule="auto"/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</w:pPr>
      <w:r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  <w:t xml:space="preserve">Ricerchiamo per importante centro estetico una figura di estetista per ampliamento organico. </w:t>
      </w:r>
    </w:p>
    <w:p w:rsidR="001E5C15" w:rsidRDefault="001E5C15" w:rsidP="003806C4">
      <w:pPr>
        <w:spacing w:after="0" w:line="240" w:lineRule="auto"/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</w:pPr>
      <w:r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  <w:t>La candidata dovrà avere ottime conoscenze delle tecniche estetiche ed una forte propensione alla vendita di abbonamenti e prodotti domiciliari. </w:t>
      </w:r>
    </w:p>
    <w:p w:rsidR="001E5C15" w:rsidRDefault="001E5C15" w:rsidP="003806C4">
      <w:pPr>
        <w:spacing w:after="0" w:line="240" w:lineRule="auto"/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</w:pPr>
      <w:r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  <w:t>Gli aspetti economici e contrattuali saranno discussi in sede di colloquio e commisurati all'esperienza e professionalità.</w:t>
      </w:r>
    </w:p>
    <w:p w:rsidR="001E5C15" w:rsidRDefault="001E5C15" w:rsidP="003806C4">
      <w:pPr>
        <w:spacing w:after="0" w:line="240" w:lineRule="auto"/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</w:pPr>
      <w:r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  <w:t>Per candidature fare riferimento al seguente link:</w:t>
      </w:r>
    </w:p>
    <w:p w:rsidR="001E5C15" w:rsidRDefault="001E5C15" w:rsidP="003806C4">
      <w:pPr>
        <w:spacing w:after="0" w:line="240" w:lineRule="auto"/>
        <w:rPr>
          <w:rFonts w:ascii="Arial" w:hAnsi="Arial"/>
          <w:sz w:val="32"/>
          <w:szCs w:val="20"/>
          <w:lang w:eastAsia="it-IT"/>
        </w:rPr>
      </w:pPr>
      <w:hyperlink r:id="rId8" w:history="1">
        <w:r>
          <w:rPr>
            <w:rStyle w:val="Hyperlink"/>
            <w:rFonts w:ascii="Arial" w:hAnsi="Arial"/>
            <w:sz w:val="32"/>
            <w:szCs w:val="20"/>
          </w:rPr>
          <w:t>https://www.subito.it/offerte-lavoro/estetista-esperta-torino-272529685.htm</w:t>
        </w:r>
      </w:hyperlink>
    </w:p>
    <w:p w:rsidR="001E5C15" w:rsidRDefault="001E5C15" w:rsidP="003806C4">
      <w:pPr>
        <w:spacing w:after="0" w:line="240" w:lineRule="auto"/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</w:pPr>
      <w:r>
        <w:rPr>
          <w:rFonts w:ascii="Arial" w:hAnsi="Arial"/>
          <w:color w:val="5A5A5A"/>
          <w:sz w:val="32"/>
          <w:szCs w:val="20"/>
          <w:shd w:val="clear" w:color="auto" w:fill="FFFFFF"/>
          <w:lang w:eastAsia="it-IT"/>
        </w:rPr>
        <w:t>I CV che non rispettano le nostre richieste non verranno presi in considerazione.</w:t>
      </w:r>
    </w:p>
    <w:p w:rsidR="001E5C15" w:rsidRDefault="001E5C15" w:rsidP="003806C4">
      <w:pPr>
        <w:shd w:val="clear" w:color="auto" w:fill="FFFFFF"/>
        <w:spacing w:after="0" w:line="240" w:lineRule="auto"/>
        <w:textAlignment w:val="baseline"/>
        <w:rPr>
          <w:rFonts w:ascii="Arial" w:hAnsi="Arial"/>
          <w:sz w:val="32"/>
          <w:szCs w:val="18"/>
          <w:lang w:eastAsia="it-IT"/>
        </w:rPr>
      </w:pPr>
      <w:r>
        <w:rPr>
          <w:rFonts w:ascii="Arial" w:hAnsi="Arial"/>
          <w:sz w:val="32"/>
          <w:szCs w:val="18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1E5C15" w:rsidRDefault="001E5C15" w:rsidP="003806C4">
      <w:pPr>
        <w:rPr>
          <w:rFonts w:ascii="Arial" w:hAnsi="Arial" w:cs="Arial"/>
          <w:b/>
          <w:sz w:val="32"/>
          <w:szCs w:val="40"/>
        </w:rPr>
      </w:pPr>
    </w:p>
    <w:p w:rsidR="001E5C15" w:rsidRDefault="001E5C15" w:rsidP="003806C4">
      <w:pPr>
        <w:rPr>
          <w:rFonts w:ascii="Arial" w:hAnsi="Arial" w:cs="Arial"/>
          <w:b/>
          <w:sz w:val="32"/>
          <w:szCs w:val="32"/>
        </w:rPr>
      </w:pPr>
    </w:p>
    <w:p w:rsidR="001E5C15" w:rsidRDefault="001E5C15" w:rsidP="003806C4">
      <w:pPr>
        <w:rPr>
          <w:rFonts w:ascii="Arial" w:hAnsi="Arial" w:cs="Arial"/>
          <w:b/>
          <w:sz w:val="32"/>
          <w:szCs w:val="32"/>
        </w:rPr>
      </w:pPr>
    </w:p>
    <w:p w:rsidR="001E5C15" w:rsidRPr="000638C5" w:rsidRDefault="001E5C15">
      <w:pPr>
        <w:rPr>
          <w:rFonts w:ascii="Arial" w:hAnsi="Arial" w:cs="Arial"/>
          <w:b/>
          <w:sz w:val="36"/>
          <w:szCs w:val="36"/>
        </w:rPr>
      </w:pPr>
    </w:p>
    <w:sectPr w:rsidR="001E5C15" w:rsidRPr="000638C5" w:rsidSect="00ED278E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C15" w:rsidRDefault="001E5C15" w:rsidP="00972F6B">
      <w:pPr>
        <w:spacing w:after="0" w:line="240" w:lineRule="auto"/>
      </w:pPr>
      <w:r>
        <w:separator/>
      </w:r>
    </w:p>
  </w:endnote>
  <w:endnote w:type="continuationSeparator" w:id="0">
    <w:p w:rsidR="001E5C15" w:rsidRDefault="001E5C15" w:rsidP="0097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C15" w:rsidRDefault="001E5C15" w:rsidP="00972F6B">
      <w:pPr>
        <w:spacing w:after="0" w:line="240" w:lineRule="auto"/>
      </w:pPr>
      <w:r>
        <w:separator/>
      </w:r>
    </w:p>
  </w:footnote>
  <w:footnote w:type="continuationSeparator" w:id="0">
    <w:p w:rsidR="001E5C15" w:rsidRDefault="001E5C15" w:rsidP="00972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5" w:rsidRPr="00972F6B" w:rsidRDefault="001E5C15">
    <w:pPr>
      <w:pStyle w:val="Header"/>
      <w:rPr>
        <w:rFonts w:ascii="Arial" w:hAnsi="Arial" w:cs="Arial"/>
        <w:b/>
        <w:sz w:val="32"/>
        <w:szCs w:val="32"/>
      </w:rPr>
    </w:pPr>
    <w:r w:rsidRPr="00972F6B">
      <w:rPr>
        <w:rFonts w:ascii="Arial" w:hAnsi="Arial" w:cs="Arial"/>
        <w:b/>
        <w:sz w:val="32"/>
        <w:szCs w:val="32"/>
      </w:rPr>
      <w:t>Annunci Subito.it 11-02-2019</w:t>
    </w:r>
  </w:p>
  <w:p w:rsidR="001E5C15" w:rsidRDefault="001E5C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0D17"/>
    <w:multiLevelType w:val="hybridMultilevel"/>
    <w:tmpl w:val="CA5E18FA"/>
    <w:lvl w:ilvl="0" w:tplc="9272B1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5A5A5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D41D0"/>
    <w:multiLevelType w:val="hybridMultilevel"/>
    <w:tmpl w:val="2D266094"/>
    <w:lvl w:ilvl="0" w:tplc="727EB9A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CCE"/>
    <w:rsid w:val="000638C5"/>
    <w:rsid w:val="001E5C15"/>
    <w:rsid w:val="003806C4"/>
    <w:rsid w:val="00425851"/>
    <w:rsid w:val="00434186"/>
    <w:rsid w:val="007F6535"/>
    <w:rsid w:val="009707ED"/>
    <w:rsid w:val="00972F6B"/>
    <w:rsid w:val="00A4301F"/>
    <w:rsid w:val="00B009AD"/>
    <w:rsid w:val="00B20CCE"/>
    <w:rsid w:val="00B866B7"/>
    <w:rsid w:val="00BF27FC"/>
    <w:rsid w:val="00C249DB"/>
    <w:rsid w:val="00C33B86"/>
    <w:rsid w:val="00D06066"/>
    <w:rsid w:val="00ED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78E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972F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72F6B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character" w:styleId="Strong">
    <w:name w:val="Strong"/>
    <w:basedOn w:val="DefaultParagraphFont"/>
    <w:uiPriority w:val="99"/>
    <w:qFormat/>
    <w:rsid w:val="00972F6B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972F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F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2F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F6B"/>
    <w:rPr>
      <w:rFonts w:cs="Times New Roman"/>
    </w:rPr>
  </w:style>
  <w:style w:type="paragraph" w:styleId="ListParagraph">
    <w:name w:val="List Paragraph"/>
    <w:basedOn w:val="Normal"/>
    <w:uiPriority w:val="99"/>
    <w:qFormat/>
    <w:rsid w:val="000638C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F6535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33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349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3495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33496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3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33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3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34972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84633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33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bito.it/offerte-lavoro/estetista-esperta-torino-272529685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ubito.it/offerte-lavoro/export-manager-torino-28407487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692</Words>
  <Characters>3946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Sicurezza/Boutique con Esperienza Torino</dc:title>
  <dc:subject/>
  <dc:creator>Fiori Maya</dc:creator>
  <cp:keywords/>
  <dc:description/>
  <cp:lastModifiedBy>equal</cp:lastModifiedBy>
  <cp:revision>3</cp:revision>
  <dcterms:created xsi:type="dcterms:W3CDTF">2019-02-13T12:00:00Z</dcterms:created>
  <dcterms:modified xsi:type="dcterms:W3CDTF">2019-02-13T16:12:00Z</dcterms:modified>
</cp:coreProperties>
</file>